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EE6B9" w14:textId="77777777" w:rsidR="006E5D65" w:rsidRPr="00CF40B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="00D8678B" w:rsidRPr="00CF40BA">
        <w:rPr>
          <w:rFonts w:ascii="Corbel" w:hAnsi="Corbel"/>
          <w:bCs/>
          <w:i/>
        </w:rPr>
        <w:t xml:space="preserve">Załącznik nr </w:t>
      </w:r>
      <w:r w:rsidR="006F31E2" w:rsidRPr="00CF40BA">
        <w:rPr>
          <w:rFonts w:ascii="Corbel" w:hAnsi="Corbel"/>
          <w:bCs/>
          <w:i/>
        </w:rPr>
        <w:t>1.5</w:t>
      </w:r>
      <w:r w:rsidR="00D8678B" w:rsidRPr="00CF40BA">
        <w:rPr>
          <w:rFonts w:ascii="Corbel" w:hAnsi="Corbel"/>
          <w:bCs/>
          <w:i/>
        </w:rPr>
        <w:t xml:space="preserve"> do Zarządzenia</w:t>
      </w:r>
      <w:r w:rsidR="002A22BF" w:rsidRPr="00CF40BA">
        <w:rPr>
          <w:rFonts w:ascii="Corbel" w:hAnsi="Corbel"/>
          <w:bCs/>
          <w:i/>
        </w:rPr>
        <w:t xml:space="preserve"> Rektora </w:t>
      </w:r>
      <w:proofErr w:type="spellStart"/>
      <w:r w:rsidR="002A22BF" w:rsidRPr="00CF40BA">
        <w:rPr>
          <w:rFonts w:ascii="Corbel" w:hAnsi="Corbel"/>
          <w:bCs/>
          <w:i/>
        </w:rPr>
        <w:t>UR</w:t>
      </w:r>
      <w:proofErr w:type="spellEnd"/>
      <w:r w:rsidR="002A22BF" w:rsidRPr="00CF40BA">
        <w:rPr>
          <w:rFonts w:ascii="Corbel" w:hAnsi="Corbel"/>
          <w:bCs/>
          <w:i/>
        </w:rPr>
        <w:t xml:space="preserve"> </w:t>
      </w:r>
      <w:r w:rsidRPr="00CF40BA">
        <w:rPr>
          <w:rFonts w:ascii="Corbel" w:hAnsi="Corbel"/>
          <w:bCs/>
          <w:i/>
        </w:rPr>
        <w:t xml:space="preserve"> nr </w:t>
      </w:r>
      <w:r w:rsidR="00F17567" w:rsidRPr="00CF40BA">
        <w:rPr>
          <w:rFonts w:ascii="Corbel" w:hAnsi="Corbel"/>
          <w:bCs/>
          <w:i/>
        </w:rPr>
        <w:t>12/2019</w:t>
      </w:r>
    </w:p>
    <w:p w14:paraId="06D61057" w14:textId="77777777" w:rsidR="0085747A" w:rsidRPr="00CF40B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SYLABUS</w:t>
      </w:r>
    </w:p>
    <w:p w14:paraId="2346B38F" w14:textId="6F51DD19" w:rsidR="00C30883" w:rsidRDefault="0071620A" w:rsidP="000434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F40B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F40B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30883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513127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C30883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513127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5DD58235" w14:textId="49D06277" w:rsidR="00445970" w:rsidRPr="00CF40BA" w:rsidRDefault="007779D2" w:rsidP="007779D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C30883">
        <w:rPr>
          <w:rFonts w:ascii="Corbel" w:hAnsi="Corbel"/>
          <w:sz w:val="20"/>
          <w:szCs w:val="20"/>
        </w:rPr>
        <w:t>202</w:t>
      </w:r>
      <w:r w:rsidR="00513127">
        <w:rPr>
          <w:rFonts w:ascii="Corbel" w:hAnsi="Corbel"/>
          <w:sz w:val="20"/>
          <w:szCs w:val="20"/>
        </w:rPr>
        <w:t>3</w:t>
      </w:r>
      <w:r w:rsidR="00C30883">
        <w:rPr>
          <w:rFonts w:ascii="Corbel" w:hAnsi="Corbel"/>
          <w:sz w:val="20"/>
          <w:szCs w:val="20"/>
        </w:rPr>
        <w:t>/202</w:t>
      </w:r>
      <w:r w:rsidR="0051312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2F114FA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BE9FF9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40BA">
        <w:rPr>
          <w:rFonts w:ascii="Corbel" w:hAnsi="Corbel"/>
          <w:szCs w:val="24"/>
        </w:rPr>
        <w:t xml:space="preserve">1. </w:t>
      </w:r>
      <w:r w:rsidR="0085747A" w:rsidRPr="00CF40BA">
        <w:rPr>
          <w:rFonts w:ascii="Corbel" w:hAnsi="Corbel"/>
          <w:szCs w:val="24"/>
        </w:rPr>
        <w:t xml:space="preserve">Podstawowe </w:t>
      </w:r>
      <w:r w:rsidR="00445970" w:rsidRPr="00CF4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F40BA" w14:paraId="4C587985" w14:textId="77777777" w:rsidTr="5DEF04A1">
        <w:tc>
          <w:tcPr>
            <w:tcW w:w="2694" w:type="dxa"/>
            <w:vAlign w:val="center"/>
          </w:tcPr>
          <w:p w14:paraId="0D0BF58B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7800F" w14:textId="77777777" w:rsidR="0085747A" w:rsidRPr="00CF40BA" w:rsidRDefault="00BB74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Logistyka przebiegów towarowych</w:t>
            </w:r>
          </w:p>
        </w:tc>
      </w:tr>
      <w:tr w:rsidR="0085747A" w:rsidRPr="00CF40BA" w14:paraId="65433425" w14:textId="77777777" w:rsidTr="5DEF04A1">
        <w:tc>
          <w:tcPr>
            <w:tcW w:w="2694" w:type="dxa"/>
            <w:vAlign w:val="center"/>
          </w:tcPr>
          <w:p w14:paraId="793AB463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272855" w14:textId="77777777" w:rsidR="0085747A" w:rsidRPr="00CF40BA" w:rsidRDefault="00245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CF40BA">
              <w:rPr>
                <w:rFonts w:ascii="Corbel" w:hAnsi="Corbel"/>
                <w:b w:val="0"/>
                <w:sz w:val="24"/>
                <w:szCs w:val="24"/>
              </w:rPr>
              <w:t>/C-1.11</w:t>
            </w:r>
            <w:r w:rsidR="00005CF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CF40BA" w14:paraId="61662F2F" w14:textId="77777777" w:rsidTr="5DEF04A1">
        <w:tc>
          <w:tcPr>
            <w:tcW w:w="2694" w:type="dxa"/>
            <w:vAlign w:val="center"/>
          </w:tcPr>
          <w:p w14:paraId="5E346587" w14:textId="77777777" w:rsidR="0085747A" w:rsidRPr="00CF40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F40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27D013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F40BA" w14:paraId="2F1D3464" w14:textId="77777777" w:rsidTr="5DEF04A1">
        <w:tc>
          <w:tcPr>
            <w:tcW w:w="2694" w:type="dxa"/>
            <w:vAlign w:val="center"/>
          </w:tcPr>
          <w:p w14:paraId="282D067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5D4497" w14:textId="77325C65" w:rsidR="0085747A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F40BA" w14:paraId="5D98047C" w14:textId="77777777" w:rsidTr="5DEF04A1">
        <w:tc>
          <w:tcPr>
            <w:tcW w:w="2694" w:type="dxa"/>
            <w:vAlign w:val="center"/>
          </w:tcPr>
          <w:p w14:paraId="0E6FAA8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ED1052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F40BA" w14:paraId="2040435F" w14:textId="77777777" w:rsidTr="5DEF04A1">
        <w:tc>
          <w:tcPr>
            <w:tcW w:w="2694" w:type="dxa"/>
            <w:vAlign w:val="center"/>
          </w:tcPr>
          <w:p w14:paraId="2BF0FC10" w14:textId="77777777" w:rsidR="0085747A" w:rsidRPr="00CF40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02C4AF" w14:textId="419C9205" w:rsidR="0085747A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CF40BA" w14:paraId="517E85B8" w14:textId="77777777" w:rsidTr="5DEF04A1">
        <w:tc>
          <w:tcPr>
            <w:tcW w:w="2694" w:type="dxa"/>
            <w:vAlign w:val="center"/>
          </w:tcPr>
          <w:p w14:paraId="5C654629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418B01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F40BA" w14:paraId="27D19942" w14:textId="77777777" w:rsidTr="5DEF04A1">
        <w:tc>
          <w:tcPr>
            <w:tcW w:w="2694" w:type="dxa"/>
            <w:vAlign w:val="center"/>
          </w:tcPr>
          <w:p w14:paraId="7DDCD44F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C9CD31" w14:textId="6A972E4F" w:rsidR="0085747A" w:rsidRPr="00544896" w:rsidRDefault="005448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489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CF40BA" w14:paraId="429901C3" w14:textId="77777777" w:rsidTr="5DEF04A1">
        <w:tc>
          <w:tcPr>
            <w:tcW w:w="2694" w:type="dxa"/>
            <w:vAlign w:val="center"/>
          </w:tcPr>
          <w:p w14:paraId="2EF1454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F40BA">
              <w:rPr>
                <w:rFonts w:ascii="Corbel" w:hAnsi="Corbel"/>
                <w:sz w:val="24"/>
                <w:szCs w:val="24"/>
              </w:rPr>
              <w:t>/y</w:t>
            </w:r>
            <w:r w:rsidRPr="00CF4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FAA501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CF40BA" w14:paraId="3657CE6E" w14:textId="77777777" w:rsidTr="5DEF04A1">
        <w:tc>
          <w:tcPr>
            <w:tcW w:w="2694" w:type="dxa"/>
            <w:vAlign w:val="center"/>
          </w:tcPr>
          <w:p w14:paraId="02E56CFC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92BC8A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F40BA" w14:paraId="301BB4E5" w14:textId="77777777" w:rsidTr="5DEF04A1">
        <w:tc>
          <w:tcPr>
            <w:tcW w:w="2694" w:type="dxa"/>
            <w:vAlign w:val="center"/>
          </w:tcPr>
          <w:p w14:paraId="619729B3" w14:textId="77777777" w:rsidR="00923D7D" w:rsidRPr="00CF40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27ACC3" w14:textId="317DBA2C" w:rsidR="00923D7D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F40B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F40BA" w14:paraId="0FE7264E" w14:textId="77777777" w:rsidTr="5DEF04A1">
        <w:tc>
          <w:tcPr>
            <w:tcW w:w="2694" w:type="dxa"/>
            <w:vAlign w:val="center"/>
          </w:tcPr>
          <w:p w14:paraId="31F7790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E9DD99" w14:textId="77777777" w:rsidR="0085747A" w:rsidRPr="00CF40BA" w:rsidRDefault="009C05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CF40BA" w14:paraId="74DAD2CE" w14:textId="77777777" w:rsidTr="5DEF04A1">
        <w:tc>
          <w:tcPr>
            <w:tcW w:w="2694" w:type="dxa"/>
            <w:vAlign w:val="center"/>
          </w:tcPr>
          <w:p w14:paraId="31B52B38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47D59E" w14:textId="4548F279" w:rsidR="0085747A" w:rsidRPr="00CF40BA" w:rsidRDefault="00963EB0" w:rsidP="5DEF04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9C05E0" w:rsidRPr="5DEF04A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Tomasz </w:t>
            </w:r>
            <w:r w:rsidR="009C05E0" w:rsidRPr="5DEF04A1">
              <w:rPr>
                <w:rFonts w:ascii="Corbel" w:hAnsi="Corbel"/>
                <w:b w:val="0"/>
                <w:sz w:val="24"/>
                <w:szCs w:val="24"/>
              </w:rPr>
              <w:t>Surmacz</w:t>
            </w:r>
          </w:p>
        </w:tc>
      </w:tr>
    </w:tbl>
    <w:p w14:paraId="09D622D3" w14:textId="5005F4E8" w:rsidR="0085747A" w:rsidRPr="00CF4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* </w:t>
      </w:r>
      <w:r w:rsidRPr="00CF40BA">
        <w:rPr>
          <w:rFonts w:ascii="Corbel" w:hAnsi="Corbel"/>
          <w:i/>
          <w:sz w:val="24"/>
          <w:szCs w:val="24"/>
        </w:rPr>
        <w:t>-</w:t>
      </w:r>
      <w:r w:rsidR="00B90885" w:rsidRPr="00CF4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F40BA">
        <w:rPr>
          <w:rFonts w:ascii="Corbel" w:hAnsi="Corbel"/>
          <w:b w:val="0"/>
          <w:sz w:val="24"/>
          <w:szCs w:val="24"/>
        </w:rPr>
        <w:t>e,</w:t>
      </w:r>
      <w:r w:rsidR="001D030C">
        <w:rPr>
          <w:rFonts w:ascii="Corbel" w:hAnsi="Corbel"/>
          <w:b w:val="0"/>
          <w:sz w:val="24"/>
          <w:szCs w:val="24"/>
        </w:rPr>
        <w:t xml:space="preserve"> </w:t>
      </w:r>
      <w:r w:rsidRPr="00CF4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F40BA">
        <w:rPr>
          <w:rFonts w:ascii="Corbel" w:hAnsi="Corbel"/>
          <w:b w:val="0"/>
          <w:i/>
          <w:sz w:val="24"/>
          <w:szCs w:val="24"/>
        </w:rPr>
        <w:t>w Jednostce</w:t>
      </w:r>
    </w:p>
    <w:p w14:paraId="7702A109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E8D2CD" w14:textId="77777777" w:rsidR="0085747A" w:rsidRPr="00CF4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1.</w:t>
      </w:r>
      <w:r w:rsidR="00E22FBC" w:rsidRPr="00CF40BA">
        <w:rPr>
          <w:rFonts w:ascii="Corbel" w:hAnsi="Corbel"/>
          <w:sz w:val="24"/>
          <w:szCs w:val="24"/>
        </w:rPr>
        <w:t>1</w:t>
      </w:r>
      <w:r w:rsidRPr="00CF40B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CF40BA">
        <w:rPr>
          <w:rFonts w:ascii="Corbel" w:hAnsi="Corbel"/>
          <w:sz w:val="24"/>
          <w:szCs w:val="24"/>
        </w:rPr>
        <w:t>ECTS</w:t>
      </w:r>
      <w:proofErr w:type="spellEnd"/>
      <w:r w:rsidRPr="00CF40BA">
        <w:rPr>
          <w:rFonts w:ascii="Corbel" w:hAnsi="Corbel"/>
          <w:sz w:val="24"/>
          <w:szCs w:val="24"/>
        </w:rPr>
        <w:t xml:space="preserve"> </w:t>
      </w:r>
    </w:p>
    <w:p w14:paraId="10EBD81E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F40BA" w14:paraId="5720A512" w14:textId="77777777" w:rsidTr="007779D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C1FA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Semestr</w:t>
            </w:r>
          </w:p>
          <w:p w14:paraId="10F46DD0" w14:textId="77777777" w:rsidR="00015B8F" w:rsidRPr="00CF4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(</w:t>
            </w:r>
            <w:r w:rsidR="00363F78" w:rsidRPr="00CF4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7DD0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Wykł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83F5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3084E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Konw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836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1C5A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Sem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6DE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1702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Prakt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6F83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FA883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40BA">
              <w:rPr>
                <w:rFonts w:ascii="Corbel" w:hAnsi="Corbel"/>
                <w:b/>
                <w:szCs w:val="24"/>
              </w:rPr>
              <w:t>Liczba pkt</w:t>
            </w:r>
            <w:r w:rsidR="00B90885" w:rsidRPr="00CF40BA">
              <w:rPr>
                <w:rFonts w:ascii="Corbel" w:hAnsi="Corbel"/>
                <w:b/>
                <w:szCs w:val="24"/>
              </w:rPr>
              <w:t>.</w:t>
            </w:r>
            <w:r w:rsidRPr="00CF40B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F40B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CF40BA" w14:paraId="58363E9C" w14:textId="77777777" w:rsidTr="007779D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8A91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AD26" w14:textId="205389EC" w:rsidR="00015B8F" w:rsidRPr="00CF40BA" w:rsidRDefault="005448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67CB" w14:textId="23340E7A" w:rsidR="00015B8F" w:rsidRPr="00CF40BA" w:rsidRDefault="005448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9A2E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C2D6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4369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11C7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B1B8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C30D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014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6C1D9" w14:textId="77777777" w:rsidR="00923D7D" w:rsidRPr="00CF40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978F61" w14:textId="77777777" w:rsidR="00923D7D" w:rsidRPr="00CF4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644525" w14:textId="67320047" w:rsidR="0085747A" w:rsidRPr="000434A8" w:rsidRDefault="0085747A" w:rsidP="5DEF04A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</w:rPr>
      </w:pPr>
      <w:r w:rsidRPr="5DEF04A1">
        <w:rPr>
          <w:rFonts w:ascii="Corbel" w:hAnsi="Corbel"/>
          <w:smallCaps w:val="0"/>
        </w:rPr>
        <w:t>1.</w:t>
      </w:r>
      <w:r w:rsidR="00E22FBC" w:rsidRPr="5DEF04A1">
        <w:rPr>
          <w:rFonts w:ascii="Corbel" w:hAnsi="Corbel"/>
          <w:smallCaps w:val="0"/>
        </w:rPr>
        <w:t>2</w:t>
      </w:r>
      <w:r w:rsidR="00F83B28" w:rsidRPr="5DEF04A1">
        <w:rPr>
          <w:rFonts w:ascii="Corbel" w:hAnsi="Corbel"/>
          <w:smallCaps w:val="0"/>
        </w:rPr>
        <w:t>.</w:t>
      </w:r>
      <w:r w:rsidR="00F83B28" w:rsidRPr="00CF40BA">
        <w:rPr>
          <w:rFonts w:ascii="Corbel" w:hAnsi="Corbel"/>
          <w:smallCaps w:val="0"/>
          <w:szCs w:val="24"/>
        </w:rPr>
        <w:tab/>
      </w:r>
      <w:r w:rsidRPr="5DEF04A1">
        <w:rPr>
          <w:rFonts w:ascii="Corbel" w:hAnsi="Corbel"/>
          <w:smallCaps w:val="0"/>
        </w:rPr>
        <w:t xml:space="preserve">Sposób realizacji zajęć </w:t>
      </w:r>
    </w:p>
    <w:p w14:paraId="5DA130F0" w14:textId="77777777" w:rsidR="00E06637" w:rsidRDefault="00E06637" w:rsidP="00E0663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BDF4AFF" w14:textId="77777777" w:rsidR="00E06637" w:rsidRPr="00E06637" w:rsidRDefault="00E06637" w:rsidP="00E0663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0663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06637">
        <w:rPr>
          <w:rStyle w:val="normaltextrun"/>
          <w:rFonts w:ascii="Corbel" w:hAnsi="Corbel" w:cs="Segoe UI"/>
          <w:smallCaps w:val="0"/>
          <w:szCs w:val="24"/>
        </w:rPr>
        <w:t> </w:t>
      </w:r>
      <w:r w:rsidRPr="00E0663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0663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3D7FBC2B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627FA1" w14:textId="77777777" w:rsidR="00E22FBC" w:rsidRPr="00CF4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1.3 </w:t>
      </w:r>
      <w:r w:rsidR="00F83B28" w:rsidRPr="00CF40BA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>For</w:t>
      </w:r>
      <w:r w:rsidR="00445970" w:rsidRPr="00CF40BA">
        <w:rPr>
          <w:rFonts w:ascii="Corbel" w:hAnsi="Corbel"/>
          <w:smallCaps w:val="0"/>
          <w:szCs w:val="24"/>
        </w:rPr>
        <w:t xml:space="preserve">ma zaliczenia przedmiotu </w:t>
      </w:r>
      <w:r w:rsidRPr="00CF40BA">
        <w:rPr>
          <w:rFonts w:ascii="Corbel" w:hAnsi="Corbel"/>
          <w:smallCaps w:val="0"/>
          <w:szCs w:val="24"/>
        </w:rPr>
        <w:t xml:space="preserve"> (z toku) </w:t>
      </w:r>
      <w:r w:rsidRPr="00CF4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A20D4A" w14:textId="5E754B61" w:rsidR="00E960BB" w:rsidRDefault="00E066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Egzamin</w:t>
      </w:r>
    </w:p>
    <w:p w14:paraId="037996B9" w14:textId="77777777" w:rsidR="00E06637" w:rsidRPr="00CF40BA" w:rsidRDefault="00E066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4C06D" w14:textId="77777777" w:rsidR="00E960BB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6109B8FF" w14:textId="77777777" w:rsidTr="00745302">
        <w:tc>
          <w:tcPr>
            <w:tcW w:w="9670" w:type="dxa"/>
          </w:tcPr>
          <w:p w14:paraId="01B6E8B2" w14:textId="77777777" w:rsidR="0085747A" w:rsidRPr="00CF40BA" w:rsidRDefault="00810481" w:rsidP="008104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 Częściowa znajomość zagadnień realizowanych w ramach marketingu.</w:t>
            </w:r>
          </w:p>
        </w:tc>
      </w:tr>
    </w:tbl>
    <w:p w14:paraId="4D0B01A7" w14:textId="77777777" w:rsidR="00153C41" w:rsidRPr="00CF4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4B4D8B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>3.</w:t>
      </w:r>
      <w:r w:rsidR="00A84C85" w:rsidRPr="00CF40BA">
        <w:rPr>
          <w:rFonts w:ascii="Corbel" w:hAnsi="Corbel"/>
          <w:szCs w:val="24"/>
        </w:rPr>
        <w:t>cele, efekty uczenia się</w:t>
      </w:r>
      <w:r w:rsidR="0085747A" w:rsidRPr="00CF40BA">
        <w:rPr>
          <w:rFonts w:ascii="Corbel" w:hAnsi="Corbel"/>
          <w:szCs w:val="24"/>
        </w:rPr>
        <w:t xml:space="preserve"> , treści Programowe i stosowane metody Dydaktyczne</w:t>
      </w:r>
    </w:p>
    <w:p w14:paraId="75EA9A38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2B568C" w14:textId="77777777" w:rsidR="0085747A" w:rsidRPr="00CF4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F40BA">
        <w:rPr>
          <w:rFonts w:ascii="Corbel" w:hAnsi="Corbel"/>
          <w:sz w:val="24"/>
          <w:szCs w:val="24"/>
        </w:rPr>
        <w:t>Cele przedmiotu</w:t>
      </w:r>
    </w:p>
    <w:p w14:paraId="4DA40A9B" w14:textId="77777777" w:rsidR="00F83B28" w:rsidRPr="00CF4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10481" w:rsidRPr="00CF40BA" w14:paraId="72549B32" w14:textId="77777777" w:rsidTr="00810481">
        <w:tc>
          <w:tcPr>
            <w:tcW w:w="845" w:type="dxa"/>
            <w:vAlign w:val="center"/>
          </w:tcPr>
          <w:p w14:paraId="2937BCAB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A4DB639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rolą, jaką odgrywa logistyka w kształtowaniu zmian w gospodarce </w:t>
            </w:r>
          </w:p>
        </w:tc>
      </w:tr>
      <w:tr w:rsidR="00810481" w:rsidRPr="00CF40BA" w14:paraId="7E4B1AE9" w14:textId="77777777" w:rsidTr="00810481">
        <w:tc>
          <w:tcPr>
            <w:tcW w:w="845" w:type="dxa"/>
            <w:vAlign w:val="center"/>
          </w:tcPr>
          <w:p w14:paraId="32D2BBFC" w14:textId="77777777" w:rsidR="00810481" w:rsidRPr="00CF40BA" w:rsidRDefault="00810481" w:rsidP="008104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9827EE6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logistycznymi w przedsiębiorstwach</w:t>
            </w:r>
          </w:p>
        </w:tc>
      </w:tr>
      <w:tr w:rsidR="00810481" w:rsidRPr="00CF40BA" w14:paraId="173031FA" w14:textId="77777777" w:rsidTr="00810481">
        <w:tc>
          <w:tcPr>
            <w:tcW w:w="845" w:type="dxa"/>
            <w:vAlign w:val="center"/>
          </w:tcPr>
          <w:p w14:paraId="22546949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B57ED1D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zarządzania zapasami w łańcuchu logistycznym oraz </w:t>
            </w:r>
            <w:r w:rsidR="00BB749E">
              <w:rPr>
                <w:rFonts w:ascii="Corbel" w:hAnsi="Corbel"/>
                <w:b w:val="0"/>
                <w:sz w:val="24"/>
                <w:szCs w:val="24"/>
              </w:rPr>
              <w:t xml:space="preserve">szczególnej </w:t>
            </w: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 w:rsidR="00BB749E">
              <w:rPr>
                <w:rFonts w:ascii="Corbel" w:hAnsi="Corbel"/>
                <w:b w:val="0"/>
                <w:sz w:val="24"/>
                <w:szCs w:val="24"/>
              </w:rPr>
              <w:t>transportu</w:t>
            </w:r>
          </w:p>
        </w:tc>
      </w:tr>
    </w:tbl>
    <w:p w14:paraId="2EF9FF64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76250" w14:textId="77777777" w:rsidR="001D7B54" w:rsidRPr="00CF40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3.2 </w:t>
      </w:r>
      <w:r w:rsidR="001D7B54" w:rsidRPr="00CF40BA">
        <w:rPr>
          <w:rFonts w:ascii="Corbel" w:hAnsi="Corbel"/>
          <w:b/>
          <w:sz w:val="24"/>
          <w:szCs w:val="24"/>
        </w:rPr>
        <w:t xml:space="preserve">Efekty </w:t>
      </w:r>
      <w:r w:rsidR="00C05F44" w:rsidRPr="00CF40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F40BA">
        <w:rPr>
          <w:rFonts w:ascii="Corbel" w:hAnsi="Corbel"/>
          <w:b/>
          <w:sz w:val="24"/>
          <w:szCs w:val="24"/>
        </w:rPr>
        <w:t>dla przedmiotu</w:t>
      </w:r>
    </w:p>
    <w:p w14:paraId="47137FBD" w14:textId="77777777" w:rsidR="001D7B54" w:rsidRPr="00CF40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85747A" w:rsidRPr="00CF40BA" w14:paraId="5266FF59" w14:textId="77777777" w:rsidTr="5DEF04A1">
        <w:tc>
          <w:tcPr>
            <w:tcW w:w="1676" w:type="dxa"/>
            <w:vAlign w:val="center"/>
          </w:tcPr>
          <w:p w14:paraId="521845FC" w14:textId="77777777" w:rsidR="0085747A" w:rsidRPr="00CF4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F4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0841A39A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92DF042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F4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F40BA" w14:paraId="19B069AD" w14:textId="77777777" w:rsidTr="5DEF04A1">
        <w:tc>
          <w:tcPr>
            <w:tcW w:w="1676" w:type="dxa"/>
          </w:tcPr>
          <w:p w14:paraId="545EDE56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80" w:type="dxa"/>
          </w:tcPr>
          <w:p w14:paraId="56845D63" w14:textId="21B2519B" w:rsidR="0085747A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165B5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procesy zmian struktur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  <w:r w:rsidR="00F165B5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 oraz określa ich przyczyny, przebieg i konsekwencje</w:t>
            </w:r>
          </w:p>
        </w:tc>
        <w:tc>
          <w:tcPr>
            <w:tcW w:w="1864" w:type="dxa"/>
          </w:tcPr>
          <w:p w14:paraId="2EFF7822" w14:textId="77777777" w:rsidR="0085747A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K_W06</w:t>
            </w:r>
          </w:p>
        </w:tc>
      </w:tr>
      <w:tr w:rsidR="0085747A" w:rsidRPr="00CF40BA" w14:paraId="5B01B9B5" w14:textId="77777777" w:rsidTr="5DEF04A1">
        <w:tc>
          <w:tcPr>
            <w:tcW w:w="1676" w:type="dxa"/>
          </w:tcPr>
          <w:p w14:paraId="1FD2C39A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165B5" w:rsidRPr="00CF40B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80" w:type="dxa"/>
          </w:tcPr>
          <w:p w14:paraId="73A6B5CC" w14:textId="50F16978" w:rsidR="0085747A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organizacjami, a także ich oddziaływanie na zmiany struktur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</w:p>
        </w:tc>
        <w:tc>
          <w:tcPr>
            <w:tcW w:w="1864" w:type="dxa"/>
          </w:tcPr>
          <w:p w14:paraId="5D993E8E" w14:textId="77777777" w:rsidR="0085747A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C7353B" w:rsidRPr="00CF40BA" w14:paraId="447AFF97" w14:textId="77777777" w:rsidTr="5DEF04A1">
        <w:tc>
          <w:tcPr>
            <w:tcW w:w="1676" w:type="dxa"/>
          </w:tcPr>
          <w:p w14:paraId="6C3E32B6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80" w:type="dxa"/>
          </w:tcPr>
          <w:p w14:paraId="292C67C8" w14:textId="58680958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oceniać przebieg zjawisk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 w warunkach nie w pełni przewidywalnych</w:t>
            </w:r>
          </w:p>
        </w:tc>
        <w:tc>
          <w:tcPr>
            <w:tcW w:w="1864" w:type="dxa"/>
          </w:tcPr>
          <w:p w14:paraId="27961A48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C7353B" w:rsidRPr="00CF40BA" w14:paraId="782F518C" w14:textId="77777777" w:rsidTr="5DEF04A1">
        <w:tc>
          <w:tcPr>
            <w:tcW w:w="1676" w:type="dxa"/>
          </w:tcPr>
          <w:p w14:paraId="3DAC2FFA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80" w:type="dxa"/>
          </w:tcPr>
          <w:p w14:paraId="11B967C9" w14:textId="2A3B4C43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komunikować się z otoczeniem z użyciem specjalistycznej terminologii z zakresu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logistyki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>, w tym przedstawiać i oceniać różne opinie i stanowiska oraz dyskutować o nich</w:t>
            </w:r>
          </w:p>
        </w:tc>
        <w:tc>
          <w:tcPr>
            <w:tcW w:w="1864" w:type="dxa"/>
          </w:tcPr>
          <w:p w14:paraId="10CF34F5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K_U07</w:t>
            </w:r>
          </w:p>
        </w:tc>
      </w:tr>
      <w:tr w:rsidR="00C7353B" w:rsidRPr="00CF40BA" w14:paraId="5A6FC622" w14:textId="77777777" w:rsidTr="5DEF04A1">
        <w:tc>
          <w:tcPr>
            <w:tcW w:w="1676" w:type="dxa"/>
          </w:tcPr>
          <w:p w14:paraId="4A58710E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80" w:type="dxa"/>
          </w:tcPr>
          <w:p w14:paraId="3DF5F00A" w14:textId="3FE97145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problemów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</w:p>
        </w:tc>
        <w:tc>
          <w:tcPr>
            <w:tcW w:w="1864" w:type="dxa"/>
          </w:tcPr>
          <w:p w14:paraId="1F069430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C7353B" w:rsidRPr="00CF40BA" w14:paraId="7DBB75A4" w14:textId="77777777" w:rsidTr="5DEF04A1">
        <w:tc>
          <w:tcPr>
            <w:tcW w:w="1676" w:type="dxa"/>
          </w:tcPr>
          <w:p w14:paraId="0D10F83F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80" w:type="dxa"/>
          </w:tcPr>
          <w:p w14:paraId="5F103FF5" w14:textId="4AE30E58" w:rsidR="00C7353B" w:rsidRPr="007779D2" w:rsidRDefault="00E06637" w:rsidP="5DEF04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35D42DB7" w:rsidRPr="5DEF04A1">
              <w:rPr>
                <w:rFonts w:ascii="Corbel" w:hAnsi="Corbel"/>
                <w:b w:val="0"/>
                <w:smallCaps w:val="0"/>
              </w:rPr>
              <w:t>otrafi planować i organizować pracę indywidualną oraz  pracować w grupie nad zadanymi zadaniami z zakresu logistyki</w:t>
            </w:r>
          </w:p>
        </w:tc>
        <w:tc>
          <w:tcPr>
            <w:tcW w:w="1864" w:type="dxa"/>
          </w:tcPr>
          <w:p w14:paraId="0D728741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7353B" w:rsidRPr="00CF40BA" w14:paraId="31A984E5" w14:textId="77777777" w:rsidTr="5DEF04A1">
        <w:tc>
          <w:tcPr>
            <w:tcW w:w="1676" w:type="dxa"/>
          </w:tcPr>
          <w:p w14:paraId="1B9D1B27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80" w:type="dxa"/>
          </w:tcPr>
          <w:p w14:paraId="75276355" w14:textId="3A00371C" w:rsidR="00C7353B" w:rsidRPr="007779D2" w:rsidRDefault="00515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jest gotów do krytycznej oceny posiadanej wiedzy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 zakresu logistyki </w:t>
            </w:r>
            <w:r w:rsidR="00963EB0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7779D2">
              <w:rPr>
                <w:rFonts w:ascii="Corbel" w:hAnsi="Corbel"/>
                <w:b w:val="0"/>
                <w:smallCaps w:val="0"/>
                <w:szCs w:val="24"/>
              </w:rPr>
              <w:t>ciągłego poznawania zmieniających się warunków gospodarowania</w:t>
            </w:r>
          </w:p>
        </w:tc>
        <w:tc>
          <w:tcPr>
            <w:tcW w:w="1864" w:type="dxa"/>
          </w:tcPr>
          <w:p w14:paraId="031AAE9E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C7353B" w:rsidRPr="00CF40BA" w14:paraId="3B23AF73" w14:textId="77777777" w:rsidTr="5DEF04A1">
        <w:tc>
          <w:tcPr>
            <w:tcW w:w="1676" w:type="dxa"/>
          </w:tcPr>
          <w:p w14:paraId="4F5C0016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80" w:type="dxa"/>
          </w:tcPr>
          <w:p w14:paraId="177C33FF" w14:textId="0646CB91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7779D2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 odpowiedzialnej i przedsiębiorczej w odniesieniu do kształtowania własnej kariery zawodowej </w:t>
            </w:r>
            <w:r w:rsidR="00F66316" w:rsidRPr="007779D2">
              <w:rPr>
                <w:rFonts w:ascii="Corbel" w:hAnsi="Corbel"/>
                <w:b w:val="0"/>
                <w:smallCaps w:val="0"/>
                <w:szCs w:val="24"/>
              </w:rPr>
              <w:t>w zakresie logistyki</w:t>
            </w:r>
          </w:p>
        </w:tc>
        <w:tc>
          <w:tcPr>
            <w:tcW w:w="1864" w:type="dxa"/>
          </w:tcPr>
          <w:p w14:paraId="12E3759C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630E9715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C6E555" w14:textId="77777777" w:rsidR="0085747A" w:rsidRPr="00CF40B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>3.3</w:t>
      </w:r>
      <w:r w:rsidR="0085747A" w:rsidRPr="00CF40BA">
        <w:rPr>
          <w:rFonts w:ascii="Corbel" w:hAnsi="Corbel"/>
          <w:b/>
          <w:sz w:val="24"/>
          <w:szCs w:val="24"/>
        </w:rPr>
        <w:t>T</w:t>
      </w:r>
      <w:r w:rsidR="001D7B54" w:rsidRPr="00CF40BA">
        <w:rPr>
          <w:rFonts w:ascii="Corbel" w:hAnsi="Corbel"/>
          <w:b/>
          <w:sz w:val="24"/>
          <w:szCs w:val="24"/>
        </w:rPr>
        <w:t xml:space="preserve">reści programowe </w:t>
      </w:r>
    </w:p>
    <w:p w14:paraId="0658CC84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Problematyka wykładu </w:t>
      </w:r>
    </w:p>
    <w:p w14:paraId="17AAA73E" w14:textId="77777777" w:rsidR="00675843" w:rsidRPr="00CF40B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61ACEF2B" w14:textId="77777777" w:rsidTr="003A2C6B">
        <w:tc>
          <w:tcPr>
            <w:tcW w:w="9520" w:type="dxa"/>
          </w:tcPr>
          <w:p w14:paraId="08DEAD59" w14:textId="77777777" w:rsidR="0085747A" w:rsidRPr="00CF40B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00D8B45D" w14:textId="77777777" w:rsidTr="003A2C6B">
        <w:tc>
          <w:tcPr>
            <w:tcW w:w="9520" w:type="dxa"/>
          </w:tcPr>
          <w:p w14:paraId="42603B88" w14:textId="77777777" w:rsidR="003A2C6B" w:rsidRPr="00CF40BA" w:rsidRDefault="0086036D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Definicja logistyki</w:t>
            </w:r>
            <w:r w:rsidR="003A2C6B" w:rsidRPr="00CF40BA">
              <w:rPr>
                <w:rFonts w:ascii="Corbel" w:hAnsi="Corbel"/>
                <w:sz w:val="24"/>
                <w:szCs w:val="24"/>
              </w:rPr>
              <w:t>, etapy rozwoju logistyki</w:t>
            </w:r>
          </w:p>
        </w:tc>
      </w:tr>
      <w:tr w:rsidR="003A2C6B" w:rsidRPr="00CF40BA" w14:paraId="5CC59294" w14:textId="77777777" w:rsidTr="003A2C6B">
        <w:tc>
          <w:tcPr>
            <w:tcW w:w="9520" w:type="dxa"/>
          </w:tcPr>
          <w:p w14:paraId="148C131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Logistyka a strategia konkurencyjności </w:t>
            </w:r>
          </w:p>
        </w:tc>
      </w:tr>
      <w:tr w:rsidR="003A2C6B" w:rsidRPr="00CF40BA" w14:paraId="4DA17422" w14:textId="77777777" w:rsidTr="003A2C6B">
        <w:tc>
          <w:tcPr>
            <w:tcW w:w="9520" w:type="dxa"/>
          </w:tcPr>
          <w:p w14:paraId="22951DB5" w14:textId="77777777" w:rsidR="003A2C6B" w:rsidRPr="00CF40BA" w:rsidRDefault="00BF2813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transportu w logistyce</w:t>
            </w:r>
          </w:p>
        </w:tc>
      </w:tr>
      <w:tr w:rsidR="003A2C6B" w:rsidRPr="00CF40BA" w14:paraId="4B607952" w14:textId="77777777" w:rsidTr="003A2C6B">
        <w:tc>
          <w:tcPr>
            <w:tcW w:w="9520" w:type="dxa"/>
          </w:tcPr>
          <w:p w14:paraId="45F10BD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transportu</w:t>
            </w:r>
          </w:p>
        </w:tc>
      </w:tr>
      <w:tr w:rsidR="003A2C6B" w:rsidRPr="00CF40BA" w14:paraId="5C78B693" w14:textId="77777777" w:rsidTr="003A2C6B">
        <w:tc>
          <w:tcPr>
            <w:tcW w:w="9520" w:type="dxa"/>
          </w:tcPr>
          <w:p w14:paraId="4F1B116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lastRenderedPageBreak/>
              <w:t>Infrastruktura magazynowa i manipulacje</w:t>
            </w:r>
          </w:p>
        </w:tc>
      </w:tr>
      <w:tr w:rsidR="003A2C6B" w:rsidRPr="00CF40BA" w14:paraId="29076B48" w14:textId="77777777" w:rsidTr="003A2C6B">
        <w:tc>
          <w:tcPr>
            <w:tcW w:w="9520" w:type="dxa"/>
          </w:tcPr>
          <w:p w14:paraId="1E010AC8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 jako składnik infrastruktury procesów logistycznych</w:t>
            </w:r>
          </w:p>
        </w:tc>
      </w:tr>
      <w:tr w:rsidR="003A2C6B" w:rsidRPr="00CF40BA" w14:paraId="779CE709" w14:textId="77777777" w:rsidTr="003A2C6B">
        <w:tc>
          <w:tcPr>
            <w:tcW w:w="9520" w:type="dxa"/>
          </w:tcPr>
          <w:p w14:paraId="1CAB6DB8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Automatyczna identyfikacja towarów</w:t>
            </w:r>
          </w:p>
        </w:tc>
      </w:tr>
    </w:tbl>
    <w:p w14:paraId="59583124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620912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F40BA">
        <w:rPr>
          <w:rFonts w:ascii="Corbel" w:hAnsi="Corbel"/>
          <w:sz w:val="24"/>
          <w:szCs w:val="24"/>
        </w:rPr>
        <w:t xml:space="preserve">, </w:t>
      </w:r>
      <w:r w:rsidRPr="00CF40BA">
        <w:rPr>
          <w:rFonts w:ascii="Corbel" w:hAnsi="Corbel"/>
          <w:sz w:val="24"/>
          <w:szCs w:val="24"/>
        </w:rPr>
        <w:t xml:space="preserve">zajęć praktycznych </w:t>
      </w:r>
    </w:p>
    <w:p w14:paraId="7702CCF4" w14:textId="77777777" w:rsidR="0085747A" w:rsidRPr="00CF4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0DC42790" w14:textId="77777777" w:rsidTr="003A2C6B">
        <w:tc>
          <w:tcPr>
            <w:tcW w:w="9520" w:type="dxa"/>
          </w:tcPr>
          <w:p w14:paraId="417DAF8A" w14:textId="77777777" w:rsidR="0085747A" w:rsidRPr="00CF40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47B40D02" w14:textId="77777777" w:rsidTr="003A2C6B">
        <w:tc>
          <w:tcPr>
            <w:tcW w:w="9520" w:type="dxa"/>
          </w:tcPr>
          <w:p w14:paraId="392E7E6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System logistyczny w przedsiębiorstwie</w:t>
            </w:r>
          </w:p>
        </w:tc>
      </w:tr>
      <w:tr w:rsidR="003A2C6B" w:rsidRPr="00CF40BA" w14:paraId="5175D8F9" w14:textId="77777777" w:rsidTr="003A2C6B">
        <w:tc>
          <w:tcPr>
            <w:tcW w:w="9520" w:type="dxa"/>
          </w:tcPr>
          <w:p w14:paraId="6163EC87" w14:textId="77777777" w:rsidR="003A2C6B" w:rsidRPr="00CF40BA" w:rsidRDefault="00BF2813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transportu</w:t>
            </w:r>
          </w:p>
        </w:tc>
      </w:tr>
      <w:tr w:rsidR="003A2C6B" w:rsidRPr="00CF40BA" w14:paraId="0EDF1484" w14:textId="77777777" w:rsidTr="003A2C6B">
        <w:tc>
          <w:tcPr>
            <w:tcW w:w="9520" w:type="dxa"/>
          </w:tcPr>
          <w:p w14:paraId="3111B1C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3A2C6B" w:rsidRPr="00CF40BA" w14:paraId="11A9A10F" w14:textId="77777777" w:rsidTr="003A2C6B">
        <w:tc>
          <w:tcPr>
            <w:tcW w:w="9520" w:type="dxa"/>
          </w:tcPr>
          <w:p w14:paraId="1F22B5E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magazynów i infrastruktura magazynowa</w:t>
            </w:r>
          </w:p>
        </w:tc>
      </w:tr>
      <w:tr w:rsidR="003A2C6B" w:rsidRPr="00CF40BA" w14:paraId="64371EFF" w14:textId="77777777" w:rsidTr="003A2C6B">
        <w:tc>
          <w:tcPr>
            <w:tcW w:w="9520" w:type="dxa"/>
          </w:tcPr>
          <w:p w14:paraId="33948821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Obsługa klienta</w:t>
            </w:r>
          </w:p>
        </w:tc>
      </w:tr>
      <w:tr w:rsidR="003A2C6B" w:rsidRPr="00CF40BA" w14:paraId="5524C4B9" w14:textId="77777777" w:rsidTr="003A2C6B">
        <w:tc>
          <w:tcPr>
            <w:tcW w:w="9520" w:type="dxa"/>
          </w:tcPr>
          <w:p w14:paraId="31AD01A4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transportowe i infrastruktura dotyczące transportu</w:t>
            </w:r>
          </w:p>
        </w:tc>
      </w:tr>
      <w:tr w:rsidR="003A2C6B" w:rsidRPr="00CF40BA" w14:paraId="39160A32" w14:textId="77777777" w:rsidTr="003A2C6B">
        <w:tc>
          <w:tcPr>
            <w:tcW w:w="9520" w:type="dxa"/>
          </w:tcPr>
          <w:p w14:paraId="7E9BC65E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zapasów</w:t>
            </w:r>
          </w:p>
        </w:tc>
      </w:tr>
      <w:tr w:rsidR="003A2C6B" w:rsidRPr="00CF40BA" w14:paraId="03F18CE2" w14:textId="77777777" w:rsidTr="003A2C6B">
        <w:tc>
          <w:tcPr>
            <w:tcW w:w="9520" w:type="dxa"/>
          </w:tcPr>
          <w:p w14:paraId="1D91F85B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Opakowania,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EAN</w:t>
            </w:r>
            <w:proofErr w:type="spellEnd"/>
            <w:r w:rsidRPr="00CF40B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RFID</w:t>
            </w:r>
            <w:proofErr w:type="spellEnd"/>
          </w:p>
        </w:tc>
      </w:tr>
      <w:tr w:rsidR="003A2C6B" w:rsidRPr="00CF40BA" w14:paraId="479C0129" w14:textId="77777777" w:rsidTr="003A2C6B">
        <w:tc>
          <w:tcPr>
            <w:tcW w:w="9520" w:type="dxa"/>
          </w:tcPr>
          <w:p w14:paraId="64B67B10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produkcji i dystrybucji</w:t>
            </w:r>
          </w:p>
        </w:tc>
      </w:tr>
      <w:tr w:rsidR="003A2C6B" w:rsidRPr="00CF40BA" w14:paraId="65FD63FD" w14:textId="77777777" w:rsidTr="003A2C6B">
        <w:tc>
          <w:tcPr>
            <w:tcW w:w="9520" w:type="dxa"/>
          </w:tcPr>
          <w:p w14:paraId="46E54E65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Zintegrowane kształtowanie przepływów logistycznych</w:t>
            </w:r>
          </w:p>
        </w:tc>
      </w:tr>
      <w:tr w:rsidR="003A2C6B" w:rsidRPr="00CF40BA" w14:paraId="0937222F" w14:textId="77777777" w:rsidTr="003A2C6B">
        <w:tc>
          <w:tcPr>
            <w:tcW w:w="9520" w:type="dxa"/>
          </w:tcPr>
          <w:p w14:paraId="44F1BEF2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Kierunki rozwoju logistyki </w:t>
            </w:r>
          </w:p>
        </w:tc>
      </w:tr>
    </w:tbl>
    <w:p w14:paraId="2327178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BD6CB5" w14:textId="77777777" w:rsidR="0085747A" w:rsidRPr="00CF4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3.4 Metody dydaktyczne</w:t>
      </w:r>
    </w:p>
    <w:p w14:paraId="5700221C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744DA5" w14:textId="1F89D514" w:rsidR="00153C41" w:rsidRPr="00E066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0663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ykład</w:t>
      </w:r>
      <w:r w:rsidRPr="00E0663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E0663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wykład z prezentacją multimedialną</w:t>
      </w:r>
    </w:p>
    <w:p w14:paraId="25D392DA" w14:textId="0F5C02C2" w:rsidR="00153C41" w:rsidRPr="00E066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06637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E06637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E06637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1718A7" w:rsidRPr="00E06637">
        <w:rPr>
          <w:rFonts w:ascii="Corbel" w:hAnsi="Corbel"/>
          <w:b w:val="0"/>
          <w:iCs/>
          <w:smallCaps w:val="0"/>
          <w:szCs w:val="24"/>
        </w:rPr>
        <w:t>praca w 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>)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4122DB9" w14:textId="77777777" w:rsidR="00E960BB" w:rsidRPr="00CF40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0D50B" w14:textId="77777777" w:rsidR="0085747A" w:rsidRPr="00CF40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 </w:t>
      </w:r>
      <w:r w:rsidR="0085747A" w:rsidRPr="00CF40BA">
        <w:rPr>
          <w:rFonts w:ascii="Corbel" w:hAnsi="Corbel"/>
          <w:smallCaps w:val="0"/>
          <w:szCs w:val="24"/>
        </w:rPr>
        <w:t>METODY I KRYTERIA OCENY</w:t>
      </w:r>
    </w:p>
    <w:p w14:paraId="2BA9E1BC" w14:textId="77777777" w:rsidR="00923D7D" w:rsidRPr="00CF4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45C1DD" w14:textId="77777777" w:rsidR="0085747A" w:rsidRPr="00CF4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F40BA">
        <w:rPr>
          <w:rFonts w:ascii="Corbel" w:hAnsi="Corbel"/>
          <w:smallCaps w:val="0"/>
          <w:szCs w:val="24"/>
        </w:rPr>
        <w:t>uczenia się</w:t>
      </w:r>
    </w:p>
    <w:p w14:paraId="222B0996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F40BA" w14:paraId="72568095" w14:textId="77777777" w:rsidTr="00C43866">
        <w:tc>
          <w:tcPr>
            <w:tcW w:w="1962" w:type="dxa"/>
            <w:vAlign w:val="center"/>
          </w:tcPr>
          <w:p w14:paraId="681B9236" w14:textId="77777777" w:rsidR="0085747A" w:rsidRPr="00CF4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6FD6600" w14:textId="2B2FD841" w:rsidR="0085747A" w:rsidRPr="00CF40BA" w:rsidRDefault="00F974DA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0FDC40A" w14:textId="2FCE5D6E" w:rsidR="0085747A" w:rsidRPr="00CF40BA" w:rsidRDefault="0085747A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43866" w:rsidRPr="00CF40BA" w14:paraId="78087DAA" w14:textId="77777777" w:rsidTr="00C43866">
        <w:tc>
          <w:tcPr>
            <w:tcW w:w="1962" w:type="dxa"/>
          </w:tcPr>
          <w:p w14:paraId="7B8FC2DF" w14:textId="319C48FB" w:rsidR="00C43866" w:rsidRPr="00CF40BA" w:rsidRDefault="00963EB0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43866" w:rsidRPr="00CF40B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5533D0D5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3FDF63E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2577D5A" w14:textId="77777777" w:rsidTr="00C43866">
        <w:tc>
          <w:tcPr>
            <w:tcW w:w="1962" w:type="dxa"/>
          </w:tcPr>
          <w:p w14:paraId="78C9E069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3B30D82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371A2DB0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460310ED" w14:textId="77777777" w:rsidTr="00C43866">
        <w:tc>
          <w:tcPr>
            <w:tcW w:w="1962" w:type="dxa"/>
          </w:tcPr>
          <w:p w14:paraId="717092F3" w14:textId="500022FF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A354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06C26965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B520E7F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6043D6C" w14:textId="77777777" w:rsidTr="00C43866">
        <w:tc>
          <w:tcPr>
            <w:tcW w:w="1962" w:type="dxa"/>
          </w:tcPr>
          <w:p w14:paraId="7EAD386C" w14:textId="59600F0F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A354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5A8FC1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B49B72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3B4F794A" w14:textId="77777777" w:rsidTr="00C43866">
        <w:tc>
          <w:tcPr>
            <w:tcW w:w="1962" w:type="dxa"/>
          </w:tcPr>
          <w:p w14:paraId="6BB4FB39" w14:textId="7732F442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A354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1916B33E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6E71CFB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1EBB3812" w14:textId="77777777" w:rsidTr="00C43866">
        <w:tc>
          <w:tcPr>
            <w:tcW w:w="1962" w:type="dxa"/>
          </w:tcPr>
          <w:p w14:paraId="72ECD6E2" w14:textId="163D42AC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A354C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02FC957D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FF99C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46278C0E" w14:textId="77777777" w:rsidTr="00C43866">
        <w:tc>
          <w:tcPr>
            <w:tcW w:w="1962" w:type="dxa"/>
          </w:tcPr>
          <w:p w14:paraId="0F62CDAE" w14:textId="1D64657D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A354C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5C793618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11D252A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037C0C8A" w14:textId="77777777" w:rsidTr="00C43866">
        <w:tc>
          <w:tcPr>
            <w:tcW w:w="1962" w:type="dxa"/>
          </w:tcPr>
          <w:p w14:paraId="7634E015" w14:textId="2EB0C95C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A354C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65856E27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ADFB6FE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8F9AA94" w14:textId="77777777" w:rsidR="00923D7D" w:rsidRPr="00CF40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1BC32" w14:textId="77777777" w:rsidR="0085747A" w:rsidRPr="00CF4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4.2 </w:t>
      </w:r>
      <w:r w:rsidR="0085747A" w:rsidRPr="00CF40BA">
        <w:rPr>
          <w:rFonts w:ascii="Corbel" w:hAnsi="Corbel"/>
          <w:smallCaps w:val="0"/>
          <w:szCs w:val="24"/>
        </w:rPr>
        <w:t>Warunki zaliczenia przedmiotu (kryteria oceniania)</w:t>
      </w:r>
    </w:p>
    <w:p w14:paraId="1C6D8822" w14:textId="77777777" w:rsidR="00923D7D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38624CCF" w14:textId="77777777" w:rsidTr="6118DEA1">
        <w:tc>
          <w:tcPr>
            <w:tcW w:w="9670" w:type="dxa"/>
          </w:tcPr>
          <w:p w14:paraId="3D6C2F55" w14:textId="77777777" w:rsidR="007510EE" w:rsidRPr="00CF40BA" w:rsidRDefault="007510EE" w:rsidP="00DB6D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Ocena egzaminacyjna na podstawie pracy pisemnej. </w:t>
            </w:r>
          </w:p>
          <w:p w14:paraId="4718339D" w14:textId="325AD9D9" w:rsidR="0085747A" w:rsidRPr="00CF40BA" w:rsidRDefault="43A05091" w:rsidP="6118DEA1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Zaliczenie ćwiczeń na podstawie testu sprawdzającego oraz aktywności na ćwiczeniach. Zaliczenie w formie testowo-opisowej</w:t>
            </w:r>
          </w:p>
          <w:p w14:paraId="6C73103F" w14:textId="77043D0E" w:rsidR="0085747A" w:rsidRPr="00CF40BA" w:rsidRDefault="66F93857" w:rsidP="6118DE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3DF530C" w14:textId="0577E959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2789A280" w14:textId="241FFF0E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5438CE9C" w14:textId="180416EE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lastRenderedPageBreak/>
              <w:t>(61%-70%) ocena ponad dostateczna:3,5</w:t>
            </w:r>
          </w:p>
          <w:p w14:paraId="3A7F8C6A" w14:textId="48C87314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C898FC7" w14:textId="60032815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69BAA53F" w14:textId="44613183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2E2982C2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A12FD" w14:textId="77777777" w:rsidR="009F4610" w:rsidRPr="00CF4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5. </w:t>
      </w:r>
      <w:r w:rsidR="00C61DC5" w:rsidRPr="00CF4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F40B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F40BA">
        <w:rPr>
          <w:rFonts w:ascii="Corbel" w:hAnsi="Corbel"/>
          <w:b/>
          <w:sz w:val="24"/>
          <w:szCs w:val="24"/>
        </w:rPr>
        <w:t xml:space="preserve"> </w:t>
      </w:r>
    </w:p>
    <w:p w14:paraId="11072478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F40BA" w14:paraId="5C0F20A0" w14:textId="77777777" w:rsidTr="007510EE">
        <w:tc>
          <w:tcPr>
            <w:tcW w:w="4902" w:type="dxa"/>
            <w:vAlign w:val="center"/>
          </w:tcPr>
          <w:p w14:paraId="5A0EB7AE" w14:textId="77777777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1A96EDF" w14:textId="0F913BC1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D03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510EE" w:rsidRPr="00CF40BA" w14:paraId="4183D71A" w14:textId="77777777" w:rsidTr="007510EE">
        <w:tc>
          <w:tcPr>
            <w:tcW w:w="4902" w:type="dxa"/>
          </w:tcPr>
          <w:p w14:paraId="4B637C22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29DF9C5" w14:textId="56470D06" w:rsidR="007510EE" w:rsidRPr="00CF40BA" w:rsidRDefault="00544896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7510EE" w:rsidRPr="00CF40BA" w14:paraId="170BB8C3" w14:textId="77777777" w:rsidTr="007510EE">
        <w:tc>
          <w:tcPr>
            <w:tcW w:w="4902" w:type="dxa"/>
          </w:tcPr>
          <w:p w14:paraId="79DFE6CB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A5FE9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4E903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510EE" w:rsidRPr="00CF40BA" w14:paraId="02C9AD76" w14:textId="77777777" w:rsidTr="007510EE">
        <w:tc>
          <w:tcPr>
            <w:tcW w:w="4902" w:type="dxa"/>
          </w:tcPr>
          <w:p w14:paraId="3A869C2A" w14:textId="417FBA74" w:rsidR="007510EE" w:rsidRPr="00CF40BA" w:rsidRDefault="007510EE" w:rsidP="00DB6D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F40BA">
              <w:rPr>
                <w:rFonts w:ascii="Corbel" w:hAnsi="Corbel"/>
                <w:sz w:val="24"/>
                <w:szCs w:val="24"/>
              </w:rPr>
              <w:t xml:space="preserve"> – przygotowanie do zajęć, egzaminu</w:t>
            </w:r>
          </w:p>
        </w:tc>
        <w:tc>
          <w:tcPr>
            <w:tcW w:w="4618" w:type="dxa"/>
          </w:tcPr>
          <w:p w14:paraId="5921DA89" w14:textId="14B52CB0" w:rsidR="007510EE" w:rsidRPr="00CF40BA" w:rsidRDefault="00544896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7510EE" w:rsidRPr="00CF40BA" w14:paraId="4ADB2A9B" w14:textId="77777777" w:rsidTr="007510EE">
        <w:tc>
          <w:tcPr>
            <w:tcW w:w="4902" w:type="dxa"/>
          </w:tcPr>
          <w:p w14:paraId="0E104CBB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5C52A4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510EE" w:rsidRPr="00CF40BA" w14:paraId="0CF85605" w14:textId="77777777" w:rsidTr="007510EE">
        <w:tc>
          <w:tcPr>
            <w:tcW w:w="4902" w:type="dxa"/>
          </w:tcPr>
          <w:p w14:paraId="54FE4BA8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F40B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AA95395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08BDF5" w14:textId="77777777" w:rsidR="0085747A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F4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F40B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F40B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F40B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06C2610" w14:textId="77777777" w:rsidR="003E1941" w:rsidRPr="00CF4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FD0748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6. </w:t>
      </w:r>
      <w:r w:rsidR="0085747A" w:rsidRPr="00CF40BA">
        <w:rPr>
          <w:rFonts w:ascii="Corbel" w:hAnsi="Corbel"/>
          <w:smallCaps w:val="0"/>
          <w:szCs w:val="24"/>
        </w:rPr>
        <w:t>PRAKTYKI ZAWO</w:t>
      </w:r>
      <w:r w:rsidR="009D3F3B" w:rsidRPr="00CF40BA">
        <w:rPr>
          <w:rFonts w:ascii="Corbel" w:hAnsi="Corbel"/>
          <w:smallCaps w:val="0"/>
          <w:szCs w:val="24"/>
        </w:rPr>
        <w:t>DOWE W RAMACH PRZEDMIOTU</w:t>
      </w:r>
    </w:p>
    <w:p w14:paraId="590D3C55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721"/>
      </w:tblGrid>
      <w:tr w:rsidR="0085747A" w:rsidRPr="00CF40BA" w14:paraId="49A98C90" w14:textId="77777777" w:rsidTr="00DB6D6C">
        <w:trPr>
          <w:trHeight w:val="260"/>
        </w:trPr>
        <w:tc>
          <w:tcPr>
            <w:tcW w:w="4753" w:type="dxa"/>
          </w:tcPr>
          <w:p w14:paraId="6BD0675C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721" w:type="dxa"/>
          </w:tcPr>
          <w:p w14:paraId="351A3680" w14:textId="72047987" w:rsidR="0085747A" w:rsidRPr="00CF40BA" w:rsidRDefault="00DB6D6C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F40BA" w14:paraId="0F9AAD8D" w14:textId="77777777" w:rsidTr="00DB6D6C">
        <w:trPr>
          <w:trHeight w:val="260"/>
        </w:trPr>
        <w:tc>
          <w:tcPr>
            <w:tcW w:w="4753" w:type="dxa"/>
          </w:tcPr>
          <w:p w14:paraId="088255C5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721" w:type="dxa"/>
          </w:tcPr>
          <w:p w14:paraId="0B2117CC" w14:textId="30B71BB7" w:rsidR="0085747A" w:rsidRPr="00CF40BA" w:rsidRDefault="00DB6D6C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00B5CB" w14:textId="77777777" w:rsidR="003E1941" w:rsidRPr="00CF4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AEFBC" w14:textId="77777777" w:rsidR="0085747A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7. </w:t>
      </w:r>
      <w:r w:rsidR="0085747A" w:rsidRPr="00CF40BA">
        <w:rPr>
          <w:rFonts w:ascii="Corbel" w:hAnsi="Corbel"/>
          <w:smallCaps w:val="0"/>
          <w:szCs w:val="24"/>
        </w:rPr>
        <w:t>LITERATURA</w:t>
      </w:r>
    </w:p>
    <w:p w14:paraId="0FDBC19D" w14:textId="77777777" w:rsidR="00675843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F40BA" w14:paraId="7ACCEA0F" w14:textId="77777777" w:rsidTr="6118DEA1">
        <w:trPr>
          <w:trHeight w:val="397"/>
        </w:trPr>
        <w:tc>
          <w:tcPr>
            <w:tcW w:w="9497" w:type="dxa"/>
          </w:tcPr>
          <w:p w14:paraId="60603993" w14:textId="77777777" w:rsidR="00DB6D6C" w:rsidRPr="00645342" w:rsidRDefault="0085747A" w:rsidP="6118DEA1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Literatura podstawowa:</w:t>
            </w:r>
            <w:r w:rsidR="00D72147" w:rsidRPr="6118DEA1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7781E1B4" w14:textId="77777777" w:rsidR="0085747A" w:rsidRPr="00645342" w:rsidRDefault="78224351" w:rsidP="6118D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 xml:space="preserve">Logistyka / Radosław Śliwka, Wojciech Rokicki, Tomasz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Lus</w:t>
            </w:r>
            <w:proofErr w:type="spellEnd"/>
            <w:r w:rsidRPr="6118DEA1">
              <w:rPr>
                <w:rFonts w:ascii="Corbel" w:hAnsi="Corbel"/>
                <w:sz w:val="24"/>
                <w:szCs w:val="24"/>
              </w:rPr>
              <w:t xml:space="preserve">. - Wyd. 1 -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dodr</w:t>
            </w:r>
            <w:proofErr w:type="spellEnd"/>
            <w:r w:rsidRPr="6118DEA1">
              <w:rPr>
                <w:rFonts w:ascii="Corbel" w:hAnsi="Corbel"/>
                <w:sz w:val="24"/>
                <w:szCs w:val="24"/>
              </w:rPr>
              <w:t>. 1. - Warszawa: Wydawnictwo Naukowe PWN SA, 2018</w:t>
            </w:r>
          </w:p>
          <w:p w14:paraId="068015B1" w14:textId="5DFDC96B" w:rsidR="00645342" w:rsidRPr="00DB6D6C" w:rsidRDefault="36CA00C5" w:rsidP="6118D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 xml:space="preserve">Logistyka i transport w ujęciu systemowym / Zdzisław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Kord</w:t>
            </w:r>
            <w:r w:rsidR="00963EB0" w:rsidRPr="6118DEA1">
              <w:rPr>
                <w:rFonts w:ascii="Corbel" w:hAnsi="Corbel"/>
                <w:sz w:val="24"/>
                <w:szCs w:val="24"/>
              </w:rPr>
              <w:t>el</w:t>
            </w:r>
            <w:proofErr w:type="spellEnd"/>
            <w:r w:rsidR="00963EB0" w:rsidRPr="6118DEA1">
              <w:rPr>
                <w:rFonts w:ascii="Corbel" w:hAnsi="Corbel"/>
                <w:sz w:val="24"/>
                <w:szCs w:val="24"/>
              </w:rPr>
              <w:t>, Andrzej Kuriata. Warszawa</w:t>
            </w:r>
            <w:r w:rsidRPr="6118DEA1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6118DEA1">
              <w:rPr>
                <w:rFonts w:ascii="Corbel" w:hAnsi="Corbel"/>
                <w:sz w:val="24"/>
                <w:szCs w:val="24"/>
              </w:rPr>
              <w:t>, 2018</w:t>
            </w:r>
          </w:p>
        </w:tc>
      </w:tr>
      <w:tr w:rsidR="0085747A" w:rsidRPr="00CF40BA" w14:paraId="7BC69FF6" w14:textId="77777777" w:rsidTr="6118DEA1">
        <w:trPr>
          <w:trHeight w:val="397"/>
        </w:trPr>
        <w:tc>
          <w:tcPr>
            <w:tcW w:w="9497" w:type="dxa"/>
          </w:tcPr>
          <w:p w14:paraId="59B9906E" w14:textId="77777777" w:rsidR="00DB6D6C" w:rsidRPr="006453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53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37950" w14:textId="77777777" w:rsidR="0085747A" w:rsidRPr="00645342" w:rsidRDefault="0358DE4E" w:rsidP="5DEF04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</w:rPr>
            </w:pPr>
            <w:r w:rsidRPr="5DEF04A1">
              <w:rPr>
                <w:rFonts w:ascii="Corbel" w:hAnsi="Corbel"/>
                <w:b w:val="0"/>
                <w:smallCaps w:val="0"/>
              </w:rPr>
              <w:t>Logistyka i transport w ujęciu systemowym / Z</w:t>
            </w:r>
            <w:r w:rsidR="672B3357" w:rsidRPr="5DEF04A1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="672B3357" w:rsidRPr="5DEF04A1">
              <w:rPr>
                <w:rFonts w:ascii="Corbel" w:hAnsi="Corbel"/>
                <w:b w:val="0"/>
                <w:smallCaps w:val="0"/>
              </w:rPr>
              <w:t>Kordel</w:t>
            </w:r>
            <w:proofErr w:type="spellEnd"/>
            <w:r w:rsidR="672B3357" w:rsidRPr="5DEF04A1">
              <w:rPr>
                <w:rFonts w:ascii="Corbel" w:hAnsi="Corbel"/>
                <w:b w:val="0"/>
                <w:smallCaps w:val="0"/>
              </w:rPr>
              <w:t xml:space="preserve">, A. Kuriata, </w:t>
            </w:r>
            <w:r w:rsidRPr="5DEF04A1">
              <w:rPr>
                <w:rFonts w:ascii="Corbel" w:hAnsi="Corbel"/>
                <w:b w:val="0"/>
                <w:smallCaps w:val="0"/>
              </w:rPr>
              <w:t xml:space="preserve">Warszawa: </w:t>
            </w:r>
            <w:proofErr w:type="spellStart"/>
            <w:r w:rsidRPr="5DEF04A1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5DEF04A1">
              <w:rPr>
                <w:rFonts w:ascii="Corbel" w:hAnsi="Corbel"/>
                <w:b w:val="0"/>
                <w:smallCaps w:val="0"/>
              </w:rPr>
              <w:t>, 2018</w:t>
            </w:r>
          </w:p>
          <w:p w14:paraId="03BF22CB" w14:textId="07CD0BF1" w:rsidR="00645342" w:rsidRPr="00DB6D6C" w:rsidRDefault="4D6EB1DE" w:rsidP="6118DE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alibri" w:hAnsi="Calibri" w:cs="Calibri"/>
                <w:b w:val="0"/>
                <w:i/>
                <w:iCs/>
                <w:sz w:val="22"/>
              </w:rPr>
            </w:pPr>
            <w:r w:rsidRPr="6118DEA1">
              <w:rPr>
                <w:rFonts w:ascii="Corbel" w:hAnsi="Corbel"/>
                <w:b w:val="0"/>
                <w:smallCaps w:val="0"/>
              </w:rPr>
              <w:t>Logistyka nowoczesnej gospodarki magazynowej / Andr</w:t>
            </w:r>
            <w:r w:rsidR="00963EB0" w:rsidRPr="6118DEA1">
              <w:rPr>
                <w:rFonts w:ascii="Corbel" w:hAnsi="Corbel"/>
                <w:b w:val="0"/>
                <w:smallCaps w:val="0"/>
              </w:rPr>
              <w:t xml:space="preserve">zej Szymonik, Daniel Chudzik. </w:t>
            </w:r>
            <w:r w:rsidRPr="6118DEA1">
              <w:rPr>
                <w:rFonts w:ascii="Corbel" w:hAnsi="Corbel"/>
                <w:b w:val="0"/>
                <w:smallCaps w:val="0"/>
              </w:rPr>
              <w:t xml:space="preserve">Warszawa: </w:t>
            </w:r>
            <w:proofErr w:type="spellStart"/>
            <w:r w:rsidRPr="6118DEA1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6118DEA1">
              <w:rPr>
                <w:rFonts w:ascii="Corbel" w:hAnsi="Corbel"/>
                <w:b w:val="0"/>
                <w:smallCaps w:val="0"/>
              </w:rPr>
              <w:t>, 2018</w:t>
            </w:r>
          </w:p>
          <w:p w14:paraId="223C3B96" w14:textId="4BF0742F" w:rsidR="00645342" w:rsidRPr="00DB6D6C" w:rsidRDefault="13F4F86B" w:rsidP="6118DE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</w:pPr>
            <w:r w:rsidRPr="6118DEA1">
              <w:rPr>
                <w:rFonts w:ascii="Corbel" w:hAnsi="Corbel"/>
                <w:b w:val="0"/>
                <w:smallCaps w:val="0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6118DEA1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6118DEA1">
              <w:rPr>
                <w:rFonts w:ascii="Corbel" w:hAnsi="Corbel"/>
                <w:b w:val="0"/>
                <w:smallCaps w:val="0"/>
              </w:rPr>
              <w:t>, s. 11-29, ISBN: 978-83-7556-809-7</w:t>
            </w:r>
          </w:p>
        </w:tc>
      </w:tr>
    </w:tbl>
    <w:p w14:paraId="0DF3A299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16F5E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0A544B" w14:textId="77777777" w:rsidR="0085747A" w:rsidRPr="00CF40B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F40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48713" w14:textId="77777777" w:rsidR="00A4394F" w:rsidRDefault="00A4394F" w:rsidP="00C16ABF">
      <w:pPr>
        <w:spacing w:after="0" w:line="240" w:lineRule="auto"/>
      </w:pPr>
      <w:r>
        <w:separator/>
      </w:r>
    </w:p>
  </w:endnote>
  <w:endnote w:type="continuationSeparator" w:id="0">
    <w:p w14:paraId="6760FAEF" w14:textId="77777777" w:rsidR="00A4394F" w:rsidRDefault="00A439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28055" w14:textId="77777777" w:rsidR="00A4394F" w:rsidRDefault="00A4394F" w:rsidP="00C16ABF">
      <w:pPr>
        <w:spacing w:after="0" w:line="240" w:lineRule="auto"/>
      </w:pPr>
      <w:r>
        <w:separator/>
      </w:r>
    </w:p>
  </w:footnote>
  <w:footnote w:type="continuationSeparator" w:id="0">
    <w:p w14:paraId="1F81FAD5" w14:textId="77777777" w:rsidR="00A4394F" w:rsidRDefault="00A4394F" w:rsidP="00C16ABF">
      <w:pPr>
        <w:spacing w:after="0" w:line="240" w:lineRule="auto"/>
      </w:pPr>
      <w:r>
        <w:continuationSeparator/>
      </w:r>
    </w:p>
  </w:footnote>
  <w:footnote w:id="1">
    <w:p w14:paraId="275921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20C44"/>
    <w:multiLevelType w:val="hybridMultilevel"/>
    <w:tmpl w:val="579684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860898"/>
    <w:multiLevelType w:val="hybridMultilevel"/>
    <w:tmpl w:val="BB9CE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C4B31"/>
    <w:multiLevelType w:val="hybridMultilevel"/>
    <w:tmpl w:val="77AC6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FE"/>
    <w:rsid w:val="000077B4"/>
    <w:rsid w:val="00015B8F"/>
    <w:rsid w:val="00022ECE"/>
    <w:rsid w:val="00042A51"/>
    <w:rsid w:val="00042D2E"/>
    <w:rsid w:val="000434A8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62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30C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30C"/>
    <w:rsid w:val="00244ABC"/>
    <w:rsid w:val="002450B8"/>
    <w:rsid w:val="00281FF2"/>
    <w:rsid w:val="002857DE"/>
    <w:rsid w:val="00291567"/>
    <w:rsid w:val="002A22BF"/>
    <w:rsid w:val="002A2389"/>
    <w:rsid w:val="002A671D"/>
    <w:rsid w:val="002A7D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C6B"/>
    <w:rsid w:val="003A4B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D3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127"/>
    <w:rsid w:val="00513B6F"/>
    <w:rsid w:val="005152F7"/>
    <w:rsid w:val="00517C63"/>
    <w:rsid w:val="005363C4"/>
    <w:rsid w:val="00536BDE"/>
    <w:rsid w:val="00543ACC"/>
    <w:rsid w:val="00544896"/>
    <w:rsid w:val="0056696D"/>
    <w:rsid w:val="00574E9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FFA"/>
    <w:rsid w:val="00621CE1"/>
    <w:rsid w:val="00625C52"/>
    <w:rsid w:val="00627FC9"/>
    <w:rsid w:val="00645342"/>
    <w:rsid w:val="00647FA8"/>
    <w:rsid w:val="00650C5F"/>
    <w:rsid w:val="00654934"/>
    <w:rsid w:val="006620D9"/>
    <w:rsid w:val="00671958"/>
    <w:rsid w:val="00675843"/>
    <w:rsid w:val="00696477"/>
    <w:rsid w:val="006D050F"/>
    <w:rsid w:val="006D0AF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0EE"/>
    <w:rsid w:val="00763BF1"/>
    <w:rsid w:val="00766FD4"/>
    <w:rsid w:val="007779D2"/>
    <w:rsid w:val="0078168C"/>
    <w:rsid w:val="00787C2A"/>
    <w:rsid w:val="00790E27"/>
    <w:rsid w:val="00792A99"/>
    <w:rsid w:val="007A4022"/>
    <w:rsid w:val="007A6E6E"/>
    <w:rsid w:val="007C3299"/>
    <w:rsid w:val="007C3BCC"/>
    <w:rsid w:val="007C4546"/>
    <w:rsid w:val="007D5448"/>
    <w:rsid w:val="007D6E56"/>
    <w:rsid w:val="007F4155"/>
    <w:rsid w:val="00810481"/>
    <w:rsid w:val="00812E2B"/>
    <w:rsid w:val="0081554D"/>
    <w:rsid w:val="0081707E"/>
    <w:rsid w:val="008266F7"/>
    <w:rsid w:val="008449B3"/>
    <w:rsid w:val="008552A2"/>
    <w:rsid w:val="0085747A"/>
    <w:rsid w:val="0086036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EB0"/>
    <w:rsid w:val="00984B23"/>
    <w:rsid w:val="00991867"/>
    <w:rsid w:val="00997F14"/>
    <w:rsid w:val="009A78D9"/>
    <w:rsid w:val="009C05E0"/>
    <w:rsid w:val="009C3E31"/>
    <w:rsid w:val="009C54AE"/>
    <w:rsid w:val="009C788E"/>
    <w:rsid w:val="009C7A72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94F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19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9E"/>
    <w:rsid w:val="00BC797F"/>
    <w:rsid w:val="00BD3869"/>
    <w:rsid w:val="00BD66E9"/>
    <w:rsid w:val="00BD6FF4"/>
    <w:rsid w:val="00BF2813"/>
    <w:rsid w:val="00BF2C41"/>
    <w:rsid w:val="00C058B4"/>
    <w:rsid w:val="00C05F44"/>
    <w:rsid w:val="00C131B5"/>
    <w:rsid w:val="00C16ABF"/>
    <w:rsid w:val="00C170AE"/>
    <w:rsid w:val="00C26CB7"/>
    <w:rsid w:val="00C30883"/>
    <w:rsid w:val="00C324C1"/>
    <w:rsid w:val="00C36992"/>
    <w:rsid w:val="00C43866"/>
    <w:rsid w:val="00C56036"/>
    <w:rsid w:val="00C61DC5"/>
    <w:rsid w:val="00C67E92"/>
    <w:rsid w:val="00C70A26"/>
    <w:rsid w:val="00C7353B"/>
    <w:rsid w:val="00C766DF"/>
    <w:rsid w:val="00C94B98"/>
    <w:rsid w:val="00CA2B96"/>
    <w:rsid w:val="00CA354C"/>
    <w:rsid w:val="00CA5089"/>
    <w:rsid w:val="00CA56E5"/>
    <w:rsid w:val="00CD6897"/>
    <w:rsid w:val="00CE5BAC"/>
    <w:rsid w:val="00CF25BE"/>
    <w:rsid w:val="00CF40BA"/>
    <w:rsid w:val="00CF78ED"/>
    <w:rsid w:val="00D02B25"/>
    <w:rsid w:val="00D02EBA"/>
    <w:rsid w:val="00D17C3C"/>
    <w:rsid w:val="00D26B2C"/>
    <w:rsid w:val="00D352C9"/>
    <w:rsid w:val="00D425B2"/>
    <w:rsid w:val="00D428D6"/>
    <w:rsid w:val="00D4310D"/>
    <w:rsid w:val="00D552B2"/>
    <w:rsid w:val="00D608D1"/>
    <w:rsid w:val="00D72147"/>
    <w:rsid w:val="00D74119"/>
    <w:rsid w:val="00D8075B"/>
    <w:rsid w:val="00D8678B"/>
    <w:rsid w:val="00DA2114"/>
    <w:rsid w:val="00DA6057"/>
    <w:rsid w:val="00DB6086"/>
    <w:rsid w:val="00DB6D6C"/>
    <w:rsid w:val="00DC6D0C"/>
    <w:rsid w:val="00DE09C0"/>
    <w:rsid w:val="00DE4A14"/>
    <w:rsid w:val="00DF320D"/>
    <w:rsid w:val="00DF71C8"/>
    <w:rsid w:val="00E06637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5B5"/>
    <w:rsid w:val="00F17567"/>
    <w:rsid w:val="00F27A7B"/>
    <w:rsid w:val="00F526AF"/>
    <w:rsid w:val="00F617C3"/>
    <w:rsid w:val="00F663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58DE4E"/>
    <w:rsid w:val="13F4F86B"/>
    <w:rsid w:val="28D0E66C"/>
    <w:rsid w:val="2EF6BFD2"/>
    <w:rsid w:val="35D42DB7"/>
    <w:rsid w:val="36CA00C5"/>
    <w:rsid w:val="43A05091"/>
    <w:rsid w:val="4D6EB1DE"/>
    <w:rsid w:val="5DEF04A1"/>
    <w:rsid w:val="6118DEA1"/>
    <w:rsid w:val="65422F07"/>
    <w:rsid w:val="66F93857"/>
    <w:rsid w:val="672B3357"/>
    <w:rsid w:val="6D9108EB"/>
    <w:rsid w:val="78224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B2C4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66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6637"/>
  </w:style>
  <w:style w:type="character" w:customStyle="1" w:styleId="spellingerror">
    <w:name w:val="spellingerror"/>
    <w:basedOn w:val="Domylnaczcionkaakapitu"/>
    <w:rsid w:val="00E06637"/>
  </w:style>
  <w:style w:type="character" w:customStyle="1" w:styleId="eop">
    <w:name w:val="eop"/>
    <w:basedOn w:val="Domylnaczcionkaakapitu"/>
    <w:rsid w:val="00E06637"/>
  </w:style>
  <w:style w:type="character" w:styleId="Odwoaniedokomentarza">
    <w:name w:val="annotation reference"/>
    <w:basedOn w:val="Domylnaczcionkaakapitu"/>
    <w:uiPriority w:val="99"/>
    <w:semiHidden/>
    <w:unhideWhenUsed/>
    <w:rsid w:val="006D0A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A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AF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A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AF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8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E7EC-35F5-4B1A-BBA4-56F1CBD4D0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5C39FD-016D-48A6-9B59-526E86D0A1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7358D8-A9D2-457E-AED9-A4F664831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664268-2EC6-4B8A-B706-A49135FE8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914</Words>
  <Characters>5485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2020-11-22T00:25:00Z</dcterms:created>
  <dcterms:modified xsi:type="dcterms:W3CDTF">2021-09-03T08:25:00Z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